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47A" w:rsidRDefault="00EF5442">
      <w:pPr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t>VELKÝ CESTOVATEL</w:t>
      </w:r>
    </w:p>
    <w:p w:rsidR="0094647A" w:rsidRDefault="0094647A">
      <w:pPr>
        <w:jc w:val="center"/>
        <w:rPr>
          <w:sz w:val="28"/>
          <w:szCs w:val="28"/>
        </w:rPr>
      </w:pPr>
    </w:p>
    <w:p w:rsidR="0094647A" w:rsidRDefault="0094647A"/>
    <w:p w:rsidR="0094647A" w:rsidRDefault="00EF5442">
      <w:r>
        <w:rPr>
          <w:bCs/>
        </w:rPr>
        <w:t xml:space="preserve"> </w:t>
      </w:r>
      <w:r>
        <w:rPr>
          <w:b/>
          <w:bCs/>
          <w:u w:val="single"/>
        </w:rPr>
        <w:t>VÝCHOVNĚ VZDĚLÁVACÍ CÍL</w:t>
      </w:r>
    </w:p>
    <w:p w:rsidR="0094647A" w:rsidRDefault="0094647A">
      <w:pPr>
        <w:rPr>
          <w:b/>
          <w:bCs/>
          <w:u w:val="single"/>
        </w:rPr>
      </w:pPr>
    </w:p>
    <w:p w:rsidR="0094647A" w:rsidRDefault="00EF5442">
      <w:pPr>
        <w:pStyle w:val="Odstavecseseznamem"/>
        <w:numPr>
          <w:ilvl w:val="0"/>
          <w:numId w:val="1"/>
        </w:numPr>
      </w:pPr>
      <w:r>
        <w:t xml:space="preserve">na základě nabídky k návštěvě zajímavých a atraktivních míst nejen v Karlovarském kraji aktivizovat u dětí zájem o poznávání naší </w:t>
      </w:r>
      <w:r>
        <w:t>republiky, jejích přírodních krás, historických pamětihodností, jejího kulturního dědictví</w:t>
      </w:r>
    </w:p>
    <w:p w:rsidR="0094647A" w:rsidRDefault="00EF5442">
      <w:pPr>
        <w:pStyle w:val="Odstavecseseznamem"/>
        <w:numPr>
          <w:ilvl w:val="0"/>
          <w:numId w:val="1"/>
        </w:numPr>
      </w:pPr>
      <w:r>
        <w:t>Vzbudit v dětech radost z cestování, z turistiky, z pobytu v přírodě a z účasti na kulturních akcích</w:t>
      </w:r>
    </w:p>
    <w:p w:rsidR="0094647A" w:rsidRDefault="00EF5442">
      <w:pPr>
        <w:pStyle w:val="Odstavecseseznamem"/>
        <w:numPr>
          <w:ilvl w:val="0"/>
          <w:numId w:val="1"/>
        </w:numPr>
      </w:pPr>
      <w:r>
        <w:t>Rozvíjet jejich sociální a komunikativní dovednosti</w:t>
      </w:r>
    </w:p>
    <w:p w:rsidR="0094647A" w:rsidRDefault="00EF5442">
      <w:pPr>
        <w:pStyle w:val="Odstavecseseznamem"/>
        <w:numPr>
          <w:ilvl w:val="0"/>
          <w:numId w:val="1"/>
        </w:numPr>
      </w:pPr>
      <w:r>
        <w:t>Rozvíjet sch</w:t>
      </w:r>
      <w:r>
        <w:t>opnost orientovat se v nejbližším okolí svého domova a postupně získávat povědomí o dalších místech v bližším i vzdálenějším okolí</w:t>
      </w:r>
    </w:p>
    <w:p w:rsidR="0094647A" w:rsidRDefault="00EF5442">
      <w:pPr>
        <w:pStyle w:val="Odstavecseseznamem"/>
        <w:numPr>
          <w:ilvl w:val="0"/>
          <w:numId w:val="1"/>
        </w:numPr>
      </w:pPr>
      <w:r>
        <w:t>Umět cestovat veřejnými dopravními prostředky, dodržovat základy bezpečnosti a správného chování</w:t>
      </w:r>
    </w:p>
    <w:p w:rsidR="0094647A" w:rsidRDefault="00EF5442">
      <w:pPr>
        <w:pStyle w:val="Odstavecseseznamem"/>
        <w:numPr>
          <w:ilvl w:val="0"/>
          <w:numId w:val="1"/>
        </w:numPr>
      </w:pPr>
      <w:r>
        <w:t>Získávání nových poznatků z </w:t>
      </w:r>
      <w:r>
        <w:t>historie a tradic naší země</w:t>
      </w:r>
    </w:p>
    <w:p w:rsidR="0094647A" w:rsidRDefault="00EF5442">
      <w:pPr>
        <w:pStyle w:val="Odstavecseseznamem"/>
        <w:numPr>
          <w:ilvl w:val="0"/>
          <w:numId w:val="1"/>
        </w:numPr>
      </w:pPr>
      <w:r>
        <w:t>Seznamovat se s používáním mapy při turistice, umět se řídit turistickým značením atd.</w:t>
      </w:r>
    </w:p>
    <w:p w:rsidR="0094647A" w:rsidRDefault="0094647A">
      <w:pPr>
        <w:rPr>
          <w:b/>
          <w:bCs/>
          <w:u w:val="single"/>
        </w:rPr>
      </w:pPr>
    </w:p>
    <w:p w:rsidR="0094647A" w:rsidRDefault="0094647A">
      <w:pPr>
        <w:rPr>
          <w:b/>
          <w:u w:val="single"/>
        </w:rPr>
      </w:pPr>
    </w:p>
    <w:p w:rsidR="0094647A" w:rsidRDefault="00EF5442">
      <w:pPr>
        <w:rPr>
          <w:b/>
          <w:u w:val="single"/>
        </w:rPr>
      </w:pPr>
      <w:r>
        <w:rPr>
          <w:b/>
          <w:u w:val="single"/>
        </w:rPr>
        <w:t>OBSAH ČINNOSTI</w:t>
      </w:r>
    </w:p>
    <w:p w:rsidR="0094647A" w:rsidRDefault="0094647A">
      <w:pPr>
        <w:rPr>
          <w:b/>
          <w:u w:val="single"/>
        </w:rPr>
      </w:pPr>
    </w:p>
    <w:p w:rsidR="0094647A" w:rsidRDefault="00EF5442">
      <w:pPr>
        <w:pStyle w:val="Odstavecseseznamem"/>
        <w:numPr>
          <w:ilvl w:val="0"/>
          <w:numId w:val="2"/>
        </w:numPr>
      </w:pPr>
      <w:r>
        <w:t>Výlety pěší, vlakem, autobusem</w:t>
      </w:r>
    </w:p>
    <w:p w:rsidR="0094647A" w:rsidRDefault="00EF5442">
      <w:pPr>
        <w:pStyle w:val="Odstavecseseznamem"/>
        <w:numPr>
          <w:ilvl w:val="0"/>
          <w:numId w:val="2"/>
        </w:numPr>
      </w:pPr>
      <w:r>
        <w:t>Pobyt v lese, turistika, zdolávání překážek i případného nepříznivého počasí</w:t>
      </w:r>
    </w:p>
    <w:p w:rsidR="0094647A" w:rsidRDefault="00EF5442">
      <w:pPr>
        <w:pStyle w:val="Odstavecseseznamem"/>
        <w:numPr>
          <w:ilvl w:val="0"/>
          <w:numId w:val="2"/>
        </w:numPr>
      </w:pPr>
      <w:r>
        <w:t>Prohlídka měst</w:t>
      </w:r>
    </w:p>
    <w:p w:rsidR="0094647A" w:rsidRDefault="00EF5442">
      <w:pPr>
        <w:pStyle w:val="Odstavecseseznamem"/>
        <w:numPr>
          <w:ilvl w:val="0"/>
          <w:numId w:val="2"/>
        </w:numPr>
      </w:pPr>
      <w:r>
        <w:t>Návštěva hradů, zámků</w:t>
      </w:r>
    </w:p>
    <w:p w:rsidR="0094647A" w:rsidRDefault="00EF5442">
      <w:pPr>
        <w:pStyle w:val="Odstavecseseznamem"/>
        <w:numPr>
          <w:ilvl w:val="0"/>
          <w:numId w:val="2"/>
        </w:numPr>
      </w:pPr>
      <w:r>
        <w:t>Návštěva kulturního zařízení – divadlo, kino, výstava</w:t>
      </w:r>
    </w:p>
    <w:p w:rsidR="0094647A" w:rsidRDefault="00EF5442">
      <w:pPr>
        <w:pStyle w:val="Odstavecseseznamem"/>
        <w:numPr>
          <w:ilvl w:val="0"/>
          <w:numId w:val="2"/>
        </w:numPr>
      </w:pPr>
      <w:r>
        <w:t>Návštěva zoo</w:t>
      </w:r>
    </w:p>
    <w:p w:rsidR="0094647A" w:rsidRDefault="00EF5442">
      <w:pPr>
        <w:pStyle w:val="Odstavecseseznamem"/>
        <w:numPr>
          <w:ilvl w:val="0"/>
          <w:numId w:val="2"/>
        </w:numPr>
      </w:pPr>
      <w:r>
        <w:t>Vedení cestovatelského deníku</w:t>
      </w:r>
    </w:p>
    <w:p w:rsidR="0094647A" w:rsidRDefault="00EF5442">
      <w:pPr>
        <w:pStyle w:val="Odstavecseseznamem"/>
        <w:numPr>
          <w:ilvl w:val="0"/>
          <w:numId w:val="2"/>
        </w:numPr>
      </w:pPr>
      <w:r>
        <w:t>Fotografování, orientace v mapě</w:t>
      </w:r>
    </w:p>
    <w:p w:rsidR="0094647A" w:rsidRDefault="0094647A">
      <w:pPr>
        <w:ind w:left="360"/>
      </w:pPr>
    </w:p>
    <w:p w:rsidR="0094647A" w:rsidRDefault="0094647A">
      <w:pPr>
        <w:ind w:left="360"/>
      </w:pPr>
    </w:p>
    <w:p w:rsidR="0094647A" w:rsidRDefault="00EF5442">
      <w:pPr>
        <w:rPr>
          <w:b/>
          <w:u w:val="single"/>
        </w:rPr>
      </w:pPr>
      <w:r>
        <w:rPr>
          <w:b/>
          <w:u w:val="single"/>
        </w:rPr>
        <w:t>OČEKÁVANÉ VÝSTUPY</w:t>
      </w:r>
    </w:p>
    <w:p w:rsidR="0094647A" w:rsidRDefault="0094647A">
      <w:pPr>
        <w:rPr>
          <w:b/>
          <w:u w:val="single"/>
        </w:rPr>
      </w:pPr>
    </w:p>
    <w:p w:rsidR="0094647A" w:rsidRDefault="00EF5442">
      <w:pPr>
        <w:pStyle w:val="Odstavecseseznamem"/>
        <w:numPr>
          <w:ilvl w:val="0"/>
          <w:numId w:val="3"/>
        </w:numPr>
      </w:pPr>
      <w:r>
        <w:t>Získá znalost pojmů spojených s používáním dopravních prostředků</w:t>
      </w:r>
    </w:p>
    <w:p w:rsidR="0094647A" w:rsidRDefault="00EF5442">
      <w:pPr>
        <w:pStyle w:val="Odstavecseseznamem"/>
        <w:numPr>
          <w:ilvl w:val="0"/>
          <w:numId w:val="3"/>
        </w:numPr>
      </w:pPr>
      <w:r>
        <w:t>Získá základní dove</w:t>
      </w:r>
      <w:r>
        <w:t>dnosti při cestování hromadnými dopravními prostředky</w:t>
      </w:r>
    </w:p>
    <w:p w:rsidR="0094647A" w:rsidRDefault="00EF5442">
      <w:pPr>
        <w:pStyle w:val="Odstavecseseznamem"/>
        <w:numPr>
          <w:ilvl w:val="0"/>
          <w:numId w:val="3"/>
        </w:numPr>
      </w:pPr>
      <w:r>
        <w:t>Umí se částečně orientovat v mapě</w:t>
      </w:r>
    </w:p>
    <w:p w:rsidR="0094647A" w:rsidRDefault="00EF5442">
      <w:pPr>
        <w:pStyle w:val="Odstavecseseznamem"/>
        <w:numPr>
          <w:ilvl w:val="0"/>
          <w:numId w:val="3"/>
        </w:numPr>
      </w:pPr>
      <w:r>
        <w:t>Zná turistická značení</w:t>
      </w:r>
    </w:p>
    <w:p w:rsidR="0094647A" w:rsidRDefault="00EF5442">
      <w:pPr>
        <w:pStyle w:val="Odstavecseseznamem"/>
        <w:numPr>
          <w:ilvl w:val="0"/>
          <w:numId w:val="3"/>
        </w:numPr>
      </w:pPr>
      <w:r>
        <w:t>Zná některé pověsti z historie Karlovarska</w:t>
      </w:r>
    </w:p>
    <w:p w:rsidR="0094647A" w:rsidRDefault="00EF5442">
      <w:pPr>
        <w:pStyle w:val="Odstavecseseznamem"/>
        <w:numPr>
          <w:ilvl w:val="0"/>
          <w:numId w:val="3"/>
        </w:numPr>
      </w:pPr>
      <w:r>
        <w:t>Zná významná místa a kulturní památky Karlovarska</w:t>
      </w:r>
    </w:p>
    <w:p w:rsidR="0094647A" w:rsidRDefault="00EF5442">
      <w:pPr>
        <w:pStyle w:val="Odstavecseseznamem"/>
        <w:numPr>
          <w:ilvl w:val="0"/>
          <w:numId w:val="3"/>
        </w:numPr>
      </w:pPr>
      <w:r>
        <w:lastRenderedPageBreak/>
        <w:t>Pozná přírodní zajímavosti kraje</w:t>
      </w:r>
    </w:p>
    <w:p w:rsidR="0094647A" w:rsidRDefault="00EF5442">
      <w:pPr>
        <w:pStyle w:val="Odstavecseseznamem"/>
        <w:numPr>
          <w:ilvl w:val="0"/>
          <w:numId w:val="3"/>
        </w:numPr>
      </w:pPr>
      <w:r>
        <w:t>Zapojuje všechna sm</w:t>
      </w:r>
      <w:r>
        <w:t>ysly pro poznávání reality</w:t>
      </w:r>
    </w:p>
    <w:p w:rsidR="0094647A" w:rsidRDefault="0094647A">
      <w:pPr>
        <w:rPr>
          <w:b/>
          <w:u w:val="single"/>
        </w:rPr>
      </w:pPr>
    </w:p>
    <w:p w:rsidR="0094647A" w:rsidRDefault="0094647A">
      <w:pPr>
        <w:rPr>
          <w:b/>
          <w:u w:val="single"/>
        </w:rPr>
      </w:pPr>
    </w:p>
    <w:p w:rsidR="0094647A" w:rsidRDefault="0094647A"/>
    <w:p w:rsidR="0094647A" w:rsidRDefault="0094647A"/>
    <w:p w:rsidR="0094647A" w:rsidRDefault="00EF5442">
      <w:pPr>
        <w:rPr>
          <w:b/>
          <w:u w:val="single"/>
        </w:rPr>
      </w:pPr>
      <w:r>
        <w:rPr>
          <w:b/>
          <w:u w:val="single"/>
        </w:rPr>
        <w:t>METODY A FORMY PRÁCE</w:t>
      </w:r>
    </w:p>
    <w:p w:rsidR="0094647A" w:rsidRDefault="0094647A">
      <w:pPr>
        <w:rPr>
          <w:b/>
          <w:u w:val="single"/>
        </w:rPr>
      </w:pPr>
    </w:p>
    <w:p w:rsidR="0094647A" w:rsidRDefault="00EF5442">
      <w:pPr>
        <w:pStyle w:val="Odstavecseseznamem"/>
        <w:numPr>
          <w:ilvl w:val="0"/>
          <w:numId w:val="4"/>
        </w:numPr>
      </w:pPr>
      <w:r>
        <w:t>Přímé vedení</w:t>
      </w:r>
    </w:p>
    <w:p w:rsidR="0094647A" w:rsidRDefault="00EF5442">
      <w:pPr>
        <w:pStyle w:val="Odstavecseseznamem"/>
        <w:numPr>
          <w:ilvl w:val="0"/>
          <w:numId w:val="4"/>
        </w:numPr>
      </w:pPr>
      <w:r>
        <w:t>Projektové vyučování</w:t>
      </w:r>
    </w:p>
    <w:p w:rsidR="0094647A" w:rsidRDefault="00EF5442">
      <w:pPr>
        <w:pStyle w:val="Odstavecseseznamem"/>
        <w:numPr>
          <w:ilvl w:val="0"/>
          <w:numId w:val="4"/>
        </w:numPr>
      </w:pPr>
      <w:r>
        <w:t>Besedy, pozorování, dokumentace – fotografování, vedení cestovatelského deníku</w:t>
      </w:r>
    </w:p>
    <w:p w:rsidR="0094647A" w:rsidRDefault="00EF5442">
      <w:pPr>
        <w:pStyle w:val="Odstavecseseznamem"/>
        <w:numPr>
          <w:ilvl w:val="0"/>
          <w:numId w:val="4"/>
        </w:numPr>
      </w:pPr>
      <w:r>
        <w:t>Výstavy, divadla, kina</w:t>
      </w:r>
    </w:p>
    <w:p w:rsidR="0094647A" w:rsidRDefault="00EF5442">
      <w:pPr>
        <w:pStyle w:val="Odstavecseseznamem"/>
        <w:numPr>
          <w:ilvl w:val="0"/>
          <w:numId w:val="4"/>
        </w:numPr>
      </w:pPr>
      <w:r>
        <w:t>Zážitková pedagogika</w:t>
      </w:r>
    </w:p>
    <w:p w:rsidR="0094647A" w:rsidRDefault="00EF5442">
      <w:pPr>
        <w:pStyle w:val="Odstavecseseznamem"/>
        <w:numPr>
          <w:ilvl w:val="0"/>
          <w:numId w:val="4"/>
        </w:numPr>
      </w:pPr>
      <w:r>
        <w:t>Řešení problémů</w:t>
      </w:r>
    </w:p>
    <w:p w:rsidR="0094647A" w:rsidRDefault="00EF5442">
      <w:pPr>
        <w:pStyle w:val="Odstavecseseznamem"/>
        <w:numPr>
          <w:ilvl w:val="0"/>
          <w:numId w:val="4"/>
        </w:numPr>
      </w:pPr>
      <w:r>
        <w:t>Práce ve skupinách</w:t>
      </w:r>
    </w:p>
    <w:p w:rsidR="0094647A" w:rsidRDefault="00EF5442">
      <w:pPr>
        <w:pStyle w:val="Odstavecseseznamem"/>
        <w:numPr>
          <w:ilvl w:val="0"/>
          <w:numId w:val="4"/>
        </w:numPr>
      </w:pPr>
      <w:r>
        <w:t xml:space="preserve">Spolupráce </w:t>
      </w:r>
      <w:r>
        <w:t>se skupinou mladších dětí – Malý cestovatel</w:t>
      </w:r>
    </w:p>
    <w:p w:rsidR="0094647A" w:rsidRDefault="0094647A">
      <w:pPr>
        <w:ind w:left="360"/>
      </w:pPr>
    </w:p>
    <w:p w:rsidR="0094647A" w:rsidRDefault="0094647A"/>
    <w:p w:rsidR="0094647A" w:rsidRDefault="0094647A">
      <w:pPr>
        <w:rPr>
          <w:b/>
          <w:u w:val="single"/>
        </w:rPr>
      </w:pPr>
    </w:p>
    <w:p w:rsidR="0094647A" w:rsidRDefault="00EF5442">
      <w:pPr>
        <w:rPr>
          <w:b/>
          <w:u w:val="single"/>
        </w:rPr>
      </w:pPr>
      <w:r>
        <w:rPr>
          <w:b/>
          <w:u w:val="single"/>
        </w:rPr>
        <w:t>KLÍČOVÉ KOMPETENCE</w:t>
      </w:r>
    </w:p>
    <w:p w:rsidR="0094647A" w:rsidRDefault="0094647A">
      <w:pPr>
        <w:rPr>
          <w:b/>
          <w:u w:val="single"/>
        </w:rPr>
      </w:pPr>
    </w:p>
    <w:p w:rsidR="0094647A" w:rsidRDefault="00EF5442">
      <w:pPr>
        <w:pStyle w:val="Odstavecseseznamem"/>
        <w:numPr>
          <w:ilvl w:val="0"/>
          <w:numId w:val="5"/>
        </w:numPr>
      </w:pPr>
      <w:r>
        <w:t>Program přispívá k posilování kompetencí k řešení problémů, hledání variant</w:t>
      </w:r>
    </w:p>
    <w:p w:rsidR="0094647A" w:rsidRDefault="00EF5442">
      <w:pPr>
        <w:pStyle w:val="Odstavecseseznamem"/>
        <w:numPr>
          <w:ilvl w:val="0"/>
          <w:numId w:val="5"/>
        </w:numPr>
      </w:pPr>
      <w:r>
        <w:t xml:space="preserve">Rozvíjí komunikativní dovednosti /ústní, písemné, vyhledávání informací/. </w:t>
      </w:r>
    </w:p>
    <w:p w:rsidR="0094647A" w:rsidRDefault="00EF5442">
      <w:pPr>
        <w:pStyle w:val="Odstavecseseznamem"/>
        <w:numPr>
          <w:ilvl w:val="0"/>
          <w:numId w:val="5"/>
        </w:numPr>
      </w:pPr>
      <w:r>
        <w:t>Prohlubuje kompetence sociální a perso</w:t>
      </w:r>
      <w:r>
        <w:t xml:space="preserve">nální – rozvoj osobnosti v oblasti postojů a   </w:t>
      </w:r>
    </w:p>
    <w:p w:rsidR="0094647A" w:rsidRDefault="00EF5442">
      <w:r>
        <w:t xml:space="preserve">            hodnot</w:t>
      </w:r>
    </w:p>
    <w:p w:rsidR="0094647A" w:rsidRDefault="00EF5442">
      <w:r>
        <w:t xml:space="preserve"> </w:t>
      </w:r>
    </w:p>
    <w:p w:rsidR="0094647A" w:rsidRDefault="00EF5442">
      <w:pPr>
        <w:pStyle w:val="Odstavecseseznamem"/>
        <w:numPr>
          <w:ilvl w:val="0"/>
          <w:numId w:val="6"/>
        </w:numPr>
      </w:pPr>
      <w:r>
        <w:t xml:space="preserve">Zdokonaluje schopnosti a dovednosti v chování vůči ostatním a schopnosti občanské – </w:t>
      </w:r>
    </w:p>
    <w:p w:rsidR="0094647A" w:rsidRDefault="00EF5442">
      <w:pPr>
        <w:pStyle w:val="Odstavecseseznamem"/>
      </w:pPr>
      <w:r>
        <w:t>respekt k odlišnostem, vytváří vztah ke kulturně-historickému dědictví</w:t>
      </w:r>
    </w:p>
    <w:p w:rsidR="0094647A" w:rsidRDefault="0094647A"/>
    <w:sectPr w:rsidR="0094647A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442" w:rsidRDefault="00EF5442">
      <w:r>
        <w:separator/>
      </w:r>
    </w:p>
  </w:endnote>
  <w:endnote w:type="continuationSeparator" w:id="0">
    <w:p w:rsidR="00EF5442" w:rsidRDefault="00EF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442" w:rsidRDefault="00EF5442">
      <w:r>
        <w:rPr>
          <w:color w:val="000000"/>
        </w:rPr>
        <w:separator/>
      </w:r>
    </w:p>
  </w:footnote>
  <w:footnote w:type="continuationSeparator" w:id="0">
    <w:p w:rsidR="00EF5442" w:rsidRDefault="00EF5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1FE4"/>
    <w:multiLevelType w:val="multilevel"/>
    <w:tmpl w:val="55DC339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7EA23DC"/>
    <w:multiLevelType w:val="multilevel"/>
    <w:tmpl w:val="C50E454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0B83AAB"/>
    <w:multiLevelType w:val="multilevel"/>
    <w:tmpl w:val="E94806F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4611C32"/>
    <w:multiLevelType w:val="multilevel"/>
    <w:tmpl w:val="B22817CE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</w:abstractNum>
  <w:abstractNum w:abstractNumId="4" w15:restartNumberingAfterBreak="0">
    <w:nsid w:val="6D7F0023"/>
    <w:multiLevelType w:val="multilevel"/>
    <w:tmpl w:val="FE06D542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</w:abstractNum>
  <w:abstractNum w:abstractNumId="5" w15:restartNumberingAfterBreak="0">
    <w:nsid w:val="70664960"/>
    <w:multiLevelType w:val="multilevel"/>
    <w:tmpl w:val="783633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94647A"/>
    <w:rsid w:val="0094647A"/>
    <w:rsid w:val="00D652B3"/>
    <w:rsid w:val="00E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E2BC8-F564-46AE-B1D5-6FCF68F86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spacing w:after="160" w:line="254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Husáková</dc:creator>
  <dc:description/>
  <cp:lastModifiedBy>Radka Husáková</cp:lastModifiedBy>
  <cp:revision>2</cp:revision>
  <dcterms:created xsi:type="dcterms:W3CDTF">2016-09-19T11:06:00Z</dcterms:created>
  <dcterms:modified xsi:type="dcterms:W3CDTF">2016-09-19T11:06:00Z</dcterms:modified>
</cp:coreProperties>
</file>